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DB25A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B207D7">
        <w:rPr>
          <w:rFonts w:ascii="Times New Roman" w:hAnsi="Times New Roman"/>
          <w:b/>
          <w:bCs/>
        </w:rPr>
        <w:tab/>
      </w:r>
      <w:r w:rsidR="00B207D7">
        <w:rPr>
          <w:rFonts w:ascii="Times New Roman" w:hAnsi="Times New Roman"/>
          <w:b/>
          <w:bCs/>
        </w:rPr>
        <w:tab/>
      </w:r>
    </w:p>
    <w:p w14:paraId="25EFF1DA" w14:textId="77777777" w:rsidR="0085747A" w:rsidRPr="009C54AE" w:rsidRDefault="0085747A" w:rsidP="00B207D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1DF2CB" w14:textId="0AB40659" w:rsidR="00445970" w:rsidRPr="00EA4832" w:rsidRDefault="00445970" w:rsidP="00AE3F9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AE3F9B">
        <w:rPr>
          <w:rFonts w:ascii="Corbel" w:hAnsi="Corbel"/>
          <w:sz w:val="20"/>
          <w:szCs w:val="20"/>
        </w:rPr>
        <w:t>ok akademicki 202</w:t>
      </w:r>
      <w:r w:rsidR="00D8417D">
        <w:rPr>
          <w:rFonts w:ascii="Corbel" w:hAnsi="Corbel"/>
          <w:sz w:val="20"/>
          <w:szCs w:val="20"/>
        </w:rPr>
        <w:t>5</w:t>
      </w:r>
      <w:r w:rsidR="00AE3F9B">
        <w:rPr>
          <w:rFonts w:ascii="Corbel" w:hAnsi="Corbel"/>
          <w:sz w:val="20"/>
          <w:szCs w:val="20"/>
        </w:rPr>
        <w:t xml:space="preserve"> / 202</w:t>
      </w:r>
      <w:r w:rsidR="00D8417D">
        <w:rPr>
          <w:rFonts w:ascii="Corbel" w:hAnsi="Corbel"/>
          <w:sz w:val="20"/>
          <w:szCs w:val="20"/>
        </w:rPr>
        <w:t>6</w:t>
      </w:r>
    </w:p>
    <w:p w14:paraId="74F80AD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C5DE8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E5ADA62" w14:textId="77777777" w:rsidTr="00B819C8">
        <w:tc>
          <w:tcPr>
            <w:tcW w:w="2694" w:type="dxa"/>
            <w:vAlign w:val="center"/>
          </w:tcPr>
          <w:p w14:paraId="43F704C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67E8254" w14:textId="77777777" w:rsidR="0085747A" w:rsidRPr="009C54AE" w:rsidRDefault="009A3A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Strategie i techniki negocjacyjne w biznesie i na rynku pracy</w:t>
            </w:r>
          </w:p>
        </w:tc>
      </w:tr>
      <w:tr w:rsidR="0085747A" w:rsidRPr="009C54AE" w14:paraId="42225939" w14:textId="77777777" w:rsidTr="00B819C8">
        <w:tc>
          <w:tcPr>
            <w:tcW w:w="2694" w:type="dxa"/>
            <w:vAlign w:val="center"/>
          </w:tcPr>
          <w:p w14:paraId="2E78C3D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9FDA150" w14:textId="77777777" w:rsidR="0085747A" w:rsidRPr="009C54AE" w:rsidRDefault="00AE3F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</w:p>
        </w:tc>
      </w:tr>
      <w:tr w:rsidR="0085747A" w:rsidRPr="009C54AE" w14:paraId="57F49582" w14:textId="77777777" w:rsidTr="00B819C8">
        <w:tc>
          <w:tcPr>
            <w:tcW w:w="2694" w:type="dxa"/>
            <w:vAlign w:val="center"/>
          </w:tcPr>
          <w:p w14:paraId="3AC5AD6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C9A567B" w14:textId="77777777" w:rsidR="0085747A" w:rsidRPr="009C54AE" w:rsidRDefault="00B207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</w:p>
        </w:tc>
      </w:tr>
      <w:tr w:rsidR="0085747A" w:rsidRPr="009C54AE" w14:paraId="531D34C5" w14:textId="77777777" w:rsidTr="00B819C8">
        <w:tc>
          <w:tcPr>
            <w:tcW w:w="2694" w:type="dxa"/>
            <w:vAlign w:val="center"/>
          </w:tcPr>
          <w:p w14:paraId="5D187A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1FD439" w14:textId="7434FAF5" w:rsidR="0085747A" w:rsidRPr="009C54AE" w:rsidRDefault="00D841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Ekonomii</w:t>
            </w:r>
            <w:r w:rsidR="009A3AEC">
              <w:rPr>
                <w:rFonts w:ascii="Corbel" w:hAnsi="Corbel"/>
                <w:b w:val="0"/>
                <w:sz w:val="24"/>
                <w:szCs w:val="24"/>
              </w:rPr>
              <w:t>, Katedra Marketingu i Przedsiębiorczości</w:t>
            </w:r>
          </w:p>
        </w:tc>
      </w:tr>
      <w:tr w:rsidR="0085747A" w:rsidRPr="009C54AE" w14:paraId="43D52A39" w14:textId="77777777" w:rsidTr="00B819C8">
        <w:tc>
          <w:tcPr>
            <w:tcW w:w="2694" w:type="dxa"/>
            <w:vAlign w:val="center"/>
          </w:tcPr>
          <w:p w14:paraId="227E4D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27F2C58" w14:textId="77777777" w:rsidR="0085747A" w:rsidRPr="009C54AE" w:rsidRDefault="00B207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</w:p>
        </w:tc>
      </w:tr>
      <w:tr w:rsidR="0085747A" w:rsidRPr="009C54AE" w14:paraId="565D5330" w14:textId="77777777" w:rsidTr="00B819C8">
        <w:tc>
          <w:tcPr>
            <w:tcW w:w="2694" w:type="dxa"/>
            <w:vAlign w:val="center"/>
          </w:tcPr>
          <w:p w14:paraId="63C1A90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7DF644" w14:textId="77777777" w:rsidR="0085747A" w:rsidRPr="009C54AE" w:rsidRDefault="00B207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</w:p>
        </w:tc>
      </w:tr>
      <w:tr w:rsidR="0085747A" w:rsidRPr="009C54AE" w14:paraId="02489488" w14:textId="77777777" w:rsidTr="00B819C8">
        <w:tc>
          <w:tcPr>
            <w:tcW w:w="2694" w:type="dxa"/>
            <w:vAlign w:val="center"/>
          </w:tcPr>
          <w:p w14:paraId="554D33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AB5E2D" w14:textId="77777777" w:rsidR="0085747A" w:rsidRPr="009C54AE" w:rsidRDefault="009422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E0058CE" w14:textId="77777777" w:rsidTr="00B819C8">
        <w:tc>
          <w:tcPr>
            <w:tcW w:w="2694" w:type="dxa"/>
            <w:vAlign w:val="center"/>
          </w:tcPr>
          <w:p w14:paraId="3576D1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3D555B" w14:textId="77777777" w:rsidR="0085747A" w:rsidRPr="009C54AE" w:rsidRDefault="00A03E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A3AE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1D7734E" w14:textId="77777777" w:rsidTr="00B819C8">
        <w:tc>
          <w:tcPr>
            <w:tcW w:w="2694" w:type="dxa"/>
            <w:vAlign w:val="center"/>
          </w:tcPr>
          <w:p w14:paraId="3E5B9B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56F3E5" w14:textId="392E3DEE" w:rsidR="0085747A" w:rsidRPr="009C54AE" w:rsidRDefault="00D841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zimowy</w:t>
            </w:r>
          </w:p>
        </w:tc>
      </w:tr>
      <w:tr w:rsidR="0085747A" w:rsidRPr="009C54AE" w14:paraId="35220934" w14:textId="77777777" w:rsidTr="00B819C8">
        <w:tc>
          <w:tcPr>
            <w:tcW w:w="2694" w:type="dxa"/>
            <w:vAlign w:val="center"/>
          </w:tcPr>
          <w:p w14:paraId="316F4C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D2054D" w14:textId="77777777" w:rsidR="0085747A" w:rsidRPr="009C54AE" w:rsidRDefault="009422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610C6DBA" w14:textId="77777777" w:rsidTr="00B819C8">
        <w:tc>
          <w:tcPr>
            <w:tcW w:w="2694" w:type="dxa"/>
            <w:vAlign w:val="center"/>
          </w:tcPr>
          <w:p w14:paraId="75C7EC8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C8D7D3" w14:textId="77777777" w:rsidR="00923D7D" w:rsidRPr="009C54AE" w:rsidRDefault="009422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942A6DF" w14:textId="77777777" w:rsidTr="00B819C8">
        <w:tc>
          <w:tcPr>
            <w:tcW w:w="2694" w:type="dxa"/>
            <w:vAlign w:val="center"/>
          </w:tcPr>
          <w:p w14:paraId="34DA5B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F9E7E9" w14:textId="77777777" w:rsidR="0085747A" w:rsidRPr="009C54AE" w:rsidRDefault="009A3A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Piotr Cyrek</w:t>
            </w:r>
          </w:p>
        </w:tc>
      </w:tr>
      <w:tr w:rsidR="0085747A" w:rsidRPr="009C54AE" w14:paraId="157F81B5" w14:textId="77777777" w:rsidTr="00B819C8">
        <w:tc>
          <w:tcPr>
            <w:tcW w:w="2694" w:type="dxa"/>
            <w:vAlign w:val="center"/>
          </w:tcPr>
          <w:p w14:paraId="5D0868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A14FCF" w14:textId="77777777" w:rsidR="0085747A" w:rsidRPr="009C54AE" w:rsidRDefault="009A3A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Piotr Cyrek</w:t>
            </w:r>
          </w:p>
        </w:tc>
      </w:tr>
    </w:tbl>
    <w:p w14:paraId="579FB77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54F6C9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04999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285286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B08AE8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86B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79A96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66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8AD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42B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890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5E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D70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0B5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0B3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6AE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9F677CC" w14:textId="77777777" w:rsidTr="00BA526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1082" w14:textId="39008562" w:rsidR="00015B8F" w:rsidRPr="009C54AE" w:rsidRDefault="00D8417D" w:rsidP="00BA5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zimowy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FFFB" w14:textId="77777777" w:rsidR="00015B8F" w:rsidRPr="009C54AE" w:rsidRDefault="009A3A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BEE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7F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64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77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CEA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42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B60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B996" w14:textId="77777777" w:rsidR="00015B8F" w:rsidRPr="009C54AE" w:rsidRDefault="009A3A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0C4BD76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B1D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8573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02D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6C3B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05C9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CDD6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69C6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CE3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7F3E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F24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4931C7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AB8458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50BB7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339EA5" w14:textId="77777777" w:rsidR="0085747A" w:rsidRPr="009C54AE" w:rsidRDefault="00AE3F9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559C33D" w14:textId="77777777" w:rsidR="0085747A" w:rsidRPr="00AE3F9B" w:rsidRDefault="00AE3F9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E3F9B">
        <w:rPr>
          <w:rFonts w:ascii="Corbel" w:hAnsi="Corbel"/>
          <w:b w:val="0"/>
          <w:smallCaps w:val="0"/>
          <w:szCs w:val="24"/>
          <w:u w:val="single"/>
        </w:rPr>
        <w:t>X</w:t>
      </w:r>
      <w:r w:rsidR="0085747A" w:rsidRPr="00AE3F9B">
        <w:rPr>
          <w:rFonts w:ascii="Corbel" w:hAnsi="Corbel"/>
          <w:b w:val="0"/>
          <w:smallCaps w:val="0"/>
          <w:szCs w:val="24"/>
          <w:u w:val="single"/>
        </w:rPr>
        <w:t xml:space="preserve"> zajęcia realizowane z wykorzystaniem metod i technik kształcenia na odległość</w:t>
      </w:r>
    </w:p>
    <w:p w14:paraId="5FA39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2DD328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E748E5" w14:textId="6702BDBF" w:rsidR="009C54AE" w:rsidRDefault="005520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 - </w:t>
      </w:r>
      <w:r w:rsidR="00B207D7">
        <w:rPr>
          <w:rFonts w:ascii="Corbel" w:hAnsi="Corbel"/>
          <w:b w:val="0"/>
          <w:szCs w:val="24"/>
        </w:rPr>
        <w:t xml:space="preserve"> zaliczenie </w:t>
      </w:r>
      <w:r w:rsidR="00E97935">
        <w:rPr>
          <w:rFonts w:ascii="Corbel" w:hAnsi="Corbel"/>
          <w:b w:val="0"/>
          <w:szCs w:val="24"/>
        </w:rPr>
        <w:t>bez oceny</w:t>
      </w:r>
    </w:p>
    <w:p w14:paraId="35E43E5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38CF4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5D2A2CC" w14:textId="77777777" w:rsidTr="00745302">
        <w:tc>
          <w:tcPr>
            <w:tcW w:w="9670" w:type="dxa"/>
          </w:tcPr>
          <w:p w14:paraId="6E747C54" w14:textId="77777777" w:rsidR="0085747A" w:rsidRPr="009C54AE" w:rsidRDefault="00A03E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3423">
              <w:rPr>
                <w:rFonts w:ascii="Corbel" w:hAnsi="Corbel"/>
                <w:b w:val="0"/>
                <w:smallCaps w:val="0"/>
                <w:szCs w:val="24"/>
              </w:rPr>
              <w:t>Znajomość podstawowych zagadnień z zakresu nauk społecznych. Zainteresowanie bieżącą sytuacją gospodarczą oraz zachowaniami społeczno-gospodarczymi.</w:t>
            </w:r>
          </w:p>
        </w:tc>
      </w:tr>
    </w:tbl>
    <w:p w14:paraId="7CBC1E6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E6913B" w14:textId="77777777" w:rsidR="00AE3F9B" w:rsidRDefault="00AE3F9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5E798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A69C60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DED00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DFCCC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C8" w:rsidRPr="009C54AE" w14:paraId="3082554E" w14:textId="77777777" w:rsidTr="00923D7D">
        <w:tc>
          <w:tcPr>
            <w:tcW w:w="851" w:type="dxa"/>
            <w:vAlign w:val="center"/>
          </w:tcPr>
          <w:p w14:paraId="00BFAA2A" w14:textId="77777777" w:rsidR="00A03EC8" w:rsidRPr="00EE3423" w:rsidRDefault="00A03EC8" w:rsidP="008B1F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342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3EFC5C1" w14:textId="77777777" w:rsidR="00A03EC8" w:rsidRPr="00EE3423" w:rsidRDefault="00A03EC8" w:rsidP="008B1F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3423">
              <w:rPr>
                <w:rFonts w:ascii="Corbel" w:hAnsi="Corbel"/>
                <w:b w:val="0"/>
              </w:rPr>
              <w:t xml:space="preserve">Zaznajomienie studentów z ogólnymi zasadami prowadzenia negocjacji biznesowych. </w:t>
            </w:r>
          </w:p>
        </w:tc>
      </w:tr>
      <w:tr w:rsidR="00A03EC8" w:rsidRPr="009C54AE" w14:paraId="5749F32D" w14:textId="77777777" w:rsidTr="00923D7D">
        <w:tc>
          <w:tcPr>
            <w:tcW w:w="851" w:type="dxa"/>
            <w:vAlign w:val="center"/>
          </w:tcPr>
          <w:p w14:paraId="130F6EA0" w14:textId="77777777" w:rsidR="00A03EC8" w:rsidRPr="00EE3423" w:rsidRDefault="00A03EC8" w:rsidP="008B1F0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E342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213A912" w14:textId="77777777" w:rsidR="00A03EC8" w:rsidRPr="00EE3423" w:rsidRDefault="00A03EC8" w:rsidP="008B1F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3423">
              <w:rPr>
                <w:rFonts w:ascii="Corbel" w:hAnsi="Corbel"/>
                <w:b w:val="0"/>
              </w:rPr>
              <w:t>Zapoznanie z podstawowymi strategiami i technikami negocjacji, a w szczególności argumentacji i obrony własnego stanowiska.</w:t>
            </w:r>
          </w:p>
        </w:tc>
      </w:tr>
      <w:tr w:rsidR="00A03EC8" w:rsidRPr="009C54AE" w14:paraId="1D4D3F5D" w14:textId="77777777" w:rsidTr="00923D7D">
        <w:tc>
          <w:tcPr>
            <w:tcW w:w="851" w:type="dxa"/>
            <w:vAlign w:val="center"/>
          </w:tcPr>
          <w:p w14:paraId="4B02E4CE" w14:textId="77777777" w:rsidR="00A03EC8" w:rsidRPr="00EE3423" w:rsidRDefault="00A03EC8" w:rsidP="008B1F0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E342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9109C69" w14:textId="77777777" w:rsidR="00A03EC8" w:rsidRPr="00EE3423" w:rsidRDefault="00A03EC8" w:rsidP="008B1F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E3423">
              <w:rPr>
                <w:rFonts w:ascii="Corbel" w:hAnsi="Corbel"/>
                <w:b w:val="0"/>
              </w:rPr>
              <w:t>Poprawa umiejętności studentów w zakresie komunikacji biznesowej niezbędnej w procesie poszukiwania pracy i jej wykonywania.</w:t>
            </w:r>
          </w:p>
        </w:tc>
      </w:tr>
    </w:tbl>
    <w:p w14:paraId="378496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497ED8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3816E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2CB06F9" w14:textId="77777777" w:rsidTr="0071620A">
        <w:tc>
          <w:tcPr>
            <w:tcW w:w="1701" w:type="dxa"/>
            <w:vAlign w:val="center"/>
          </w:tcPr>
          <w:p w14:paraId="17761F9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9A6D57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0575E5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3EC8" w:rsidRPr="009C54AE" w14:paraId="3A378A99" w14:textId="77777777" w:rsidTr="005E6E85">
        <w:tc>
          <w:tcPr>
            <w:tcW w:w="1701" w:type="dxa"/>
          </w:tcPr>
          <w:p w14:paraId="31D7505B" w14:textId="77777777" w:rsidR="00A03EC8" w:rsidRPr="00EE3423" w:rsidRDefault="00A03EC8" w:rsidP="008B1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342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C328961" w14:textId="77777777" w:rsidR="00A03EC8" w:rsidRPr="00EE3423" w:rsidRDefault="00A03EC8" w:rsidP="00A03EC8">
            <w:pPr>
              <w:spacing w:after="0"/>
              <w:rPr>
                <w:rFonts w:ascii="Corbel" w:hAnsi="Corbel"/>
              </w:rPr>
            </w:pPr>
            <w:r w:rsidRPr="00EE3423">
              <w:rPr>
                <w:rFonts w:ascii="Corbel" w:hAnsi="Corbel"/>
              </w:rPr>
              <w:t>Posiada wiedzę o istocie negocjacji oraz ich roli w funkcjonowaniu podmiotów gospodarczych oraz rynku pracy.</w:t>
            </w:r>
          </w:p>
        </w:tc>
        <w:tc>
          <w:tcPr>
            <w:tcW w:w="1873" w:type="dxa"/>
          </w:tcPr>
          <w:p w14:paraId="29CD0B4E" w14:textId="77777777" w:rsidR="00A03EC8" w:rsidRPr="009C54AE" w:rsidRDefault="00A03E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A03EC8" w:rsidRPr="009C54AE" w14:paraId="71EC6385" w14:textId="77777777" w:rsidTr="005E6E85">
        <w:tc>
          <w:tcPr>
            <w:tcW w:w="1701" w:type="dxa"/>
          </w:tcPr>
          <w:p w14:paraId="7FCCF28F" w14:textId="77777777" w:rsidR="00A03EC8" w:rsidRPr="00EE3423" w:rsidRDefault="00A03EC8" w:rsidP="008B1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342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4825620" w14:textId="77777777" w:rsidR="00A03EC8" w:rsidRPr="00EE3423" w:rsidRDefault="00A03EC8" w:rsidP="00A03EC8">
            <w:pPr>
              <w:spacing w:after="0"/>
              <w:rPr>
                <w:rFonts w:ascii="Corbel" w:hAnsi="Corbel"/>
              </w:rPr>
            </w:pPr>
            <w:r w:rsidRPr="00EE3423">
              <w:rPr>
                <w:rFonts w:ascii="Corbel" w:hAnsi="Corbel"/>
              </w:rPr>
              <w:t>Zna wybrane strategie, zasady i techniki możliwe do wykorzystania w negocjacjach.</w:t>
            </w:r>
          </w:p>
        </w:tc>
        <w:tc>
          <w:tcPr>
            <w:tcW w:w="1873" w:type="dxa"/>
          </w:tcPr>
          <w:p w14:paraId="472F0555" w14:textId="77777777" w:rsidR="00A03EC8" w:rsidRPr="009C54AE" w:rsidRDefault="00A03E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A03EC8" w:rsidRPr="009C54AE" w14:paraId="3C6DBB09" w14:textId="77777777" w:rsidTr="005E6E85">
        <w:tc>
          <w:tcPr>
            <w:tcW w:w="1701" w:type="dxa"/>
          </w:tcPr>
          <w:p w14:paraId="14B2D6C3" w14:textId="77777777" w:rsidR="00A03EC8" w:rsidRPr="00EE3423" w:rsidRDefault="00A03EC8" w:rsidP="008B1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342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BE5AA9E" w14:textId="77777777" w:rsidR="00A03EC8" w:rsidRPr="00EE3423" w:rsidRDefault="00A03EC8" w:rsidP="00A03EC8">
            <w:pPr>
              <w:spacing w:after="0"/>
              <w:rPr>
                <w:rFonts w:ascii="Corbel" w:hAnsi="Corbel"/>
              </w:rPr>
            </w:pPr>
            <w:r w:rsidRPr="00EE3423">
              <w:rPr>
                <w:rFonts w:ascii="Corbel" w:hAnsi="Corbel"/>
              </w:rPr>
              <w:t>Analizuje sytuację negocjacyjną, dokonuje konstruktywnej krytyki jej przebiegu oraz poszukuje optymalnego rozwiązania.</w:t>
            </w:r>
          </w:p>
        </w:tc>
        <w:tc>
          <w:tcPr>
            <w:tcW w:w="1873" w:type="dxa"/>
          </w:tcPr>
          <w:p w14:paraId="24CF3695" w14:textId="77777777" w:rsidR="00A03EC8" w:rsidRPr="009C54AE" w:rsidRDefault="00A03E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A03EC8" w:rsidRPr="009C54AE" w14:paraId="040A7AC7" w14:textId="77777777" w:rsidTr="005E6E85">
        <w:tc>
          <w:tcPr>
            <w:tcW w:w="1701" w:type="dxa"/>
          </w:tcPr>
          <w:p w14:paraId="58AD17FE" w14:textId="77777777" w:rsidR="00A03EC8" w:rsidRPr="00EE3423" w:rsidRDefault="00A03EC8" w:rsidP="008B1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342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37E4F4F" w14:textId="77777777" w:rsidR="00A03EC8" w:rsidRPr="00EE3423" w:rsidRDefault="00A03EC8" w:rsidP="00A03EC8">
            <w:pPr>
              <w:spacing w:after="0"/>
              <w:rPr>
                <w:rFonts w:ascii="Corbel" w:hAnsi="Corbel"/>
              </w:rPr>
            </w:pPr>
            <w:r w:rsidRPr="00EE3423">
              <w:rPr>
                <w:rFonts w:ascii="Corbel" w:hAnsi="Corbel"/>
              </w:rPr>
              <w:t>Przejawia postawy zaangażowania w rozwiązywanie zadań problemowych dotyczących negocjacji.</w:t>
            </w:r>
          </w:p>
        </w:tc>
        <w:tc>
          <w:tcPr>
            <w:tcW w:w="1873" w:type="dxa"/>
          </w:tcPr>
          <w:p w14:paraId="1FB5299F" w14:textId="77777777" w:rsidR="00A03EC8" w:rsidRDefault="00A03E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114D8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BD08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10CC82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2666D1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633C82C" w14:textId="77777777" w:rsidTr="00923D7D">
        <w:tc>
          <w:tcPr>
            <w:tcW w:w="9639" w:type="dxa"/>
          </w:tcPr>
          <w:p w14:paraId="2E73A95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03EC8" w:rsidRPr="009C54AE" w14:paraId="41F9EBDD" w14:textId="77777777" w:rsidTr="00923D7D">
        <w:tc>
          <w:tcPr>
            <w:tcW w:w="9639" w:type="dxa"/>
          </w:tcPr>
          <w:p w14:paraId="2B93037F" w14:textId="77777777" w:rsidR="00A03EC8" w:rsidRPr="00EE3423" w:rsidRDefault="00A03EC8" w:rsidP="008B1F05">
            <w:pPr>
              <w:spacing w:after="0" w:line="240" w:lineRule="auto"/>
              <w:ind w:left="34"/>
              <w:contextualSpacing/>
              <w:jc w:val="both"/>
              <w:rPr>
                <w:rFonts w:ascii="Corbel" w:hAnsi="Corbel"/>
              </w:rPr>
            </w:pPr>
            <w:r w:rsidRPr="00EE3423">
              <w:rPr>
                <w:rFonts w:ascii="Corbel" w:hAnsi="Corbel"/>
              </w:rPr>
              <w:t>Wprowadzenie. Terminy oraz podstawowe definicje związane z negocjacjami.</w:t>
            </w:r>
          </w:p>
        </w:tc>
      </w:tr>
      <w:tr w:rsidR="00A03EC8" w:rsidRPr="009C54AE" w14:paraId="724D384B" w14:textId="77777777" w:rsidTr="00923D7D">
        <w:tc>
          <w:tcPr>
            <w:tcW w:w="9639" w:type="dxa"/>
          </w:tcPr>
          <w:p w14:paraId="2BDA5720" w14:textId="77777777" w:rsidR="00A03EC8" w:rsidRPr="00EE3423" w:rsidRDefault="00A03EC8" w:rsidP="008B1F05">
            <w:pPr>
              <w:spacing w:after="0" w:line="240" w:lineRule="auto"/>
              <w:ind w:left="34"/>
              <w:contextualSpacing/>
              <w:jc w:val="both"/>
              <w:rPr>
                <w:rFonts w:ascii="Corbel" w:hAnsi="Corbel"/>
              </w:rPr>
            </w:pPr>
            <w:r w:rsidRPr="00EE3423">
              <w:rPr>
                <w:rFonts w:ascii="Corbel" w:hAnsi="Corbel"/>
              </w:rPr>
              <w:t>Społeczne, etyczne i prawne problemy związane z negocjacjami.</w:t>
            </w:r>
          </w:p>
        </w:tc>
      </w:tr>
      <w:tr w:rsidR="00A03EC8" w:rsidRPr="009C54AE" w14:paraId="14E1EF4E" w14:textId="77777777" w:rsidTr="00923D7D">
        <w:tc>
          <w:tcPr>
            <w:tcW w:w="9639" w:type="dxa"/>
          </w:tcPr>
          <w:p w14:paraId="17759500" w14:textId="77777777" w:rsidR="00A03EC8" w:rsidRPr="00EE3423" w:rsidRDefault="00A03EC8" w:rsidP="008B1F05">
            <w:pPr>
              <w:spacing w:after="0" w:line="240" w:lineRule="auto"/>
              <w:ind w:left="34"/>
              <w:contextualSpacing/>
              <w:jc w:val="both"/>
              <w:rPr>
                <w:rFonts w:ascii="Corbel" w:hAnsi="Corbel"/>
              </w:rPr>
            </w:pPr>
            <w:r w:rsidRPr="00EE3423">
              <w:rPr>
                <w:rFonts w:ascii="Corbel" w:hAnsi="Corbel"/>
              </w:rPr>
              <w:t>Warunki, rodzaje, strategie negocjacji. Sposoby prowadzenia negocjacji. Style negocjowania. Modele negocjacji.</w:t>
            </w:r>
          </w:p>
        </w:tc>
      </w:tr>
      <w:tr w:rsidR="00A03EC8" w:rsidRPr="009C54AE" w14:paraId="14808786" w14:textId="77777777" w:rsidTr="00923D7D">
        <w:tc>
          <w:tcPr>
            <w:tcW w:w="9639" w:type="dxa"/>
          </w:tcPr>
          <w:p w14:paraId="3AA62FB2" w14:textId="77777777" w:rsidR="00A03EC8" w:rsidRPr="00EE3423" w:rsidRDefault="00A03EC8" w:rsidP="008B1F05">
            <w:pPr>
              <w:spacing w:after="0" w:line="240" w:lineRule="auto"/>
              <w:ind w:left="34"/>
              <w:contextualSpacing/>
              <w:jc w:val="both"/>
              <w:rPr>
                <w:rFonts w:ascii="Corbel" w:hAnsi="Corbel"/>
              </w:rPr>
            </w:pPr>
            <w:r w:rsidRPr="00EE3423">
              <w:rPr>
                <w:rFonts w:ascii="Corbel" w:hAnsi="Corbel"/>
              </w:rPr>
              <w:t>Negocjacje jako proces komunikowania stanowisk. Istota komunikacji biznesowej. Kanały komunikacyjne. Bariery w komunikacji. Skuteczna komunikacja. Spójność komunikacyjna. Aktywne słuchanie. Zadawanie pytań. Komunikacja werbalna i niewerbalna. Asertywność w negocjacjach.</w:t>
            </w:r>
          </w:p>
        </w:tc>
      </w:tr>
      <w:tr w:rsidR="00A03EC8" w:rsidRPr="009C54AE" w14:paraId="0A5D0A67" w14:textId="77777777" w:rsidTr="00923D7D">
        <w:tc>
          <w:tcPr>
            <w:tcW w:w="9639" w:type="dxa"/>
          </w:tcPr>
          <w:p w14:paraId="21DBDA93" w14:textId="77777777" w:rsidR="00A03EC8" w:rsidRPr="00EE3423" w:rsidRDefault="00A03EC8" w:rsidP="008B1F05">
            <w:pPr>
              <w:spacing w:after="0" w:line="240" w:lineRule="auto"/>
              <w:ind w:left="34"/>
              <w:contextualSpacing/>
              <w:jc w:val="both"/>
              <w:rPr>
                <w:rFonts w:ascii="Corbel" w:hAnsi="Corbel"/>
              </w:rPr>
            </w:pPr>
            <w:r w:rsidRPr="00EE3423">
              <w:rPr>
                <w:rFonts w:ascii="Corbel" w:hAnsi="Corbel"/>
              </w:rPr>
              <w:t>Przebieg procesu negocjacji (etapy, problemy, realizacja). Analiza alternatyw. Analiza interesów własnych i drugiej strony. Zdefiniowanie problemu i kwestii negocjacyjnych. Przygotowanie rozwiązania i oferty wstępnej. Negocjacje wariantowe. BATNA.</w:t>
            </w:r>
          </w:p>
        </w:tc>
      </w:tr>
      <w:tr w:rsidR="00A03EC8" w:rsidRPr="009C54AE" w14:paraId="6CEA9F74" w14:textId="77777777" w:rsidTr="00923D7D">
        <w:tc>
          <w:tcPr>
            <w:tcW w:w="9639" w:type="dxa"/>
          </w:tcPr>
          <w:p w14:paraId="2E64D275" w14:textId="77777777" w:rsidR="00A03EC8" w:rsidRPr="00EE3423" w:rsidRDefault="00A03EC8" w:rsidP="008B1F05">
            <w:pPr>
              <w:spacing w:after="0" w:line="240" w:lineRule="auto"/>
              <w:ind w:left="34"/>
              <w:contextualSpacing/>
              <w:jc w:val="both"/>
              <w:rPr>
                <w:rFonts w:ascii="Corbel" w:hAnsi="Corbel"/>
              </w:rPr>
            </w:pPr>
            <w:r w:rsidRPr="00EE3423">
              <w:rPr>
                <w:rFonts w:ascii="Corbel" w:hAnsi="Corbel"/>
              </w:rPr>
              <w:t>Prezentacja. Wybór metody prezentacji. Strategia rozpoczęcia. Elementy prezentacji. Techniki obrony własnego stanowiska i odpowiedzi na zastrzeżenia.</w:t>
            </w:r>
          </w:p>
        </w:tc>
      </w:tr>
      <w:tr w:rsidR="00A03EC8" w:rsidRPr="009C54AE" w14:paraId="51ABB0EC" w14:textId="77777777" w:rsidTr="00923D7D">
        <w:tc>
          <w:tcPr>
            <w:tcW w:w="9639" w:type="dxa"/>
          </w:tcPr>
          <w:p w14:paraId="7FF413E2" w14:textId="77777777" w:rsidR="00A03EC8" w:rsidRPr="00EE3423" w:rsidRDefault="00A03EC8" w:rsidP="008B1F05">
            <w:pPr>
              <w:spacing w:after="0" w:line="240" w:lineRule="auto"/>
              <w:ind w:left="34"/>
              <w:contextualSpacing/>
              <w:jc w:val="both"/>
              <w:rPr>
                <w:rFonts w:ascii="Corbel" w:hAnsi="Corbel"/>
              </w:rPr>
            </w:pPr>
            <w:r w:rsidRPr="00EE3423">
              <w:rPr>
                <w:rFonts w:ascii="Corbel" w:hAnsi="Corbel"/>
              </w:rPr>
              <w:t>Trudne sytuacje w negocjacjach. Rozwiązywanie problemów. Odchodzenie od Nie. Przechodzenie do Tak. Negocjacje integracyjne i konfrontacyjne w ujęciu praktycznym. Stosowane techniki.</w:t>
            </w:r>
          </w:p>
        </w:tc>
      </w:tr>
      <w:tr w:rsidR="00A03EC8" w:rsidRPr="009C54AE" w14:paraId="56C16ABA" w14:textId="77777777" w:rsidTr="00923D7D">
        <w:tc>
          <w:tcPr>
            <w:tcW w:w="9639" w:type="dxa"/>
          </w:tcPr>
          <w:p w14:paraId="42AF3642" w14:textId="77777777" w:rsidR="00A03EC8" w:rsidRPr="00EE3423" w:rsidRDefault="00A03EC8" w:rsidP="008B1F05">
            <w:pPr>
              <w:spacing w:after="0" w:line="240" w:lineRule="auto"/>
              <w:ind w:left="34"/>
              <w:contextualSpacing/>
              <w:jc w:val="both"/>
              <w:rPr>
                <w:rFonts w:ascii="Corbel" w:hAnsi="Corbel"/>
              </w:rPr>
            </w:pPr>
            <w:r w:rsidRPr="00EE3423">
              <w:rPr>
                <w:rFonts w:ascii="Corbel" w:hAnsi="Corbel"/>
              </w:rPr>
              <w:t>Teoria gier a negocjacje.</w:t>
            </w:r>
          </w:p>
        </w:tc>
      </w:tr>
      <w:tr w:rsidR="00A03EC8" w:rsidRPr="009C54AE" w14:paraId="031A4138" w14:textId="77777777" w:rsidTr="00923D7D">
        <w:tc>
          <w:tcPr>
            <w:tcW w:w="9639" w:type="dxa"/>
          </w:tcPr>
          <w:p w14:paraId="552838DC" w14:textId="77777777" w:rsidR="00A03EC8" w:rsidRPr="00EE3423" w:rsidRDefault="00A03EC8" w:rsidP="008B1F05">
            <w:pPr>
              <w:spacing w:after="0" w:line="240" w:lineRule="auto"/>
              <w:ind w:left="34"/>
              <w:contextualSpacing/>
              <w:jc w:val="both"/>
              <w:rPr>
                <w:rFonts w:ascii="Corbel" w:hAnsi="Corbel"/>
              </w:rPr>
            </w:pPr>
            <w:r w:rsidRPr="00EE3423">
              <w:rPr>
                <w:rFonts w:ascii="Corbel" w:hAnsi="Corbel"/>
              </w:rPr>
              <w:t>Negocjator. Cechy negocjatora. Dobór osób do zespołu negocjacyjnego.</w:t>
            </w:r>
          </w:p>
        </w:tc>
      </w:tr>
      <w:tr w:rsidR="00A03EC8" w:rsidRPr="009C54AE" w14:paraId="61C8C5C2" w14:textId="77777777" w:rsidTr="00923D7D">
        <w:tc>
          <w:tcPr>
            <w:tcW w:w="9639" w:type="dxa"/>
          </w:tcPr>
          <w:p w14:paraId="2144A709" w14:textId="77777777" w:rsidR="00A03EC8" w:rsidRPr="00EE3423" w:rsidRDefault="00A03EC8" w:rsidP="008B1F05">
            <w:pPr>
              <w:spacing w:after="0" w:line="240" w:lineRule="auto"/>
              <w:ind w:left="34"/>
              <w:contextualSpacing/>
              <w:jc w:val="both"/>
              <w:rPr>
                <w:rFonts w:ascii="Corbel" w:hAnsi="Corbel"/>
              </w:rPr>
            </w:pPr>
            <w:r w:rsidRPr="00EE3423">
              <w:rPr>
                <w:rFonts w:ascii="Corbel" w:hAnsi="Corbel"/>
              </w:rPr>
              <w:t>Negocjacje w różnych sferach kulturowych.</w:t>
            </w:r>
          </w:p>
        </w:tc>
      </w:tr>
      <w:tr w:rsidR="00A03EC8" w:rsidRPr="009C54AE" w14:paraId="2F77A6B1" w14:textId="77777777" w:rsidTr="00923D7D">
        <w:tc>
          <w:tcPr>
            <w:tcW w:w="9639" w:type="dxa"/>
          </w:tcPr>
          <w:p w14:paraId="6E578AE0" w14:textId="77777777" w:rsidR="00A03EC8" w:rsidRPr="00EE3423" w:rsidRDefault="00A03EC8" w:rsidP="008B1F05">
            <w:pPr>
              <w:spacing w:after="0" w:line="240" w:lineRule="auto"/>
              <w:ind w:left="34"/>
              <w:contextualSpacing/>
              <w:jc w:val="both"/>
              <w:rPr>
                <w:rFonts w:ascii="Corbel" w:hAnsi="Corbel"/>
              </w:rPr>
            </w:pPr>
            <w:r w:rsidRPr="00EE3423">
              <w:rPr>
                <w:rFonts w:ascii="Corbel" w:hAnsi="Corbel"/>
              </w:rPr>
              <w:t>Nowoczesne techniki wywierania wpływu – Koncepcja neuromarketingu, przykłady technik NLP.</w:t>
            </w:r>
          </w:p>
        </w:tc>
      </w:tr>
      <w:tr w:rsidR="00A03EC8" w:rsidRPr="009C54AE" w14:paraId="42848AC1" w14:textId="77777777" w:rsidTr="00923D7D">
        <w:tc>
          <w:tcPr>
            <w:tcW w:w="9639" w:type="dxa"/>
          </w:tcPr>
          <w:p w14:paraId="1C429CC2" w14:textId="77777777" w:rsidR="00A03EC8" w:rsidRPr="00EE3423" w:rsidRDefault="00A03EC8" w:rsidP="008B1F05">
            <w:pPr>
              <w:spacing w:after="0" w:line="240" w:lineRule="auto"/>
              <w:ind w:left="34"/>
              <w:contextualSpacing/>
              <w:jc w:val="both"/>
              <w:rPr>
                <w:rFonts w:ascii="Corbel" w:hAnsi="Corbel"/>
              </w:rPr>
            </w:pPr>
            <w:r w:rsidRPr="00EE3423">
              <w:rPr>
                <w:rFonts w:ascii="Corbel" w:hAnsi="Corbel"/>
              </w:rPr>
              <w:lastRenderedPageBreak/>
              <w:t>Etykieta w negocjacjach. Savoir vivre w pracy i na spotkaniach towarzyskich.</w:t>
            </w:r>
          </w:p>
        </w:tc>
      </w:tr>
      <w:tr w:rsidR="00A03EC8" w:rsidRPr="009C54AE" w14:paraId="360A1343" w14:textId="77777777" w:rsidTr="00923D7D">
        <w:tc>
          <w:tcPr>
            <w:tcW w:w="9639" w:type="dxa"/>
          </w:tcPr>
          <w:p w14:paraId="71CBE481" w14:textId="77777777" w:rsidR="00A03EC8" w:rsidRPr="00EE3423" w:rsidRDefault="00A03EC8" w:rsidP="008B1F05">
            <w:pPr>
              <w:spacing w:after="0" w:line="240" w:lineRule="auto"/>
              <w:ind w:left="34"/>
              <w:contextualSpacing/>
              <w:jc w:val="both"/>
              <w:rPr>
                <w:rFonts w:ascii="Corbel" w:hAnsi="Corbel"/>
              </w:rPr>
            </w:pPr>
            <w:r w:rsidRPr="00EE3423">
              <w:rPr>
                <w:rFonts w:ascii="Corbel" w:hAnsi="Corbel"/>
              </w:rPr>
              <w:t>Negocjacje w sytuacjach biznesowych – analiza wybranych przykładów. (Negocjacje handlowe. Negocjacje w poszukiwaniu pracy).</w:t>
            </w:r>
          </w:p>
        </w:tc>
      </w:tr>
      <w:tr w:rsidR="00A03EC8" w:rsidRPr="009C54AE" w14:paraId="62C4FA09" w14:textId="77777777" w:rsidTr="00923D7D">
        <w:tc>
          <w:tcPr>
            <w:tcW w:w="9639" w:type="dxa"/>
          </w:tcPr>
          <w:p w14:paraId="3B91C87B" w14:textId="77777777" w:rsidR="00A03EC8" w:rsidRPr="00EE3423" w:rsidRDefault="00A03EC8" w:rsidP="008B1F05">
            <w:pPr>
              <w:spacing w:after="0" w:line="240" w:lineRule="auto"/>
              <w:ind w:left="34"/>
              <w:contextualSpacing/>
              <w:jc w:val="both"/>
              <w:rPr>
                <w:rFonts w:ascii="Corbel" w:hAnsi="Corbel"/>
              </w:rPr>
            </w:pPr>
            <w:r w:rsidRPr="00EE3423">
              <w:rPr>
                <w:rFonts w:ascii="Corbel" w:hAnsi="Corbel"/>
              </w:rPr>
              <w:t>Prowadzenie negocjacji zespołowych w ujęciu praktycznym – rozwiązywanie aranżowanych problemów biznesowych.</w:t>
            </w:r>
          </w:p>
        </w:tc>
      </w:tr>
    </w:tbl>
    <w:p w14:paraId="39B925E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F0DC3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93C67F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A203A2D" w14:textId="77777777" w:rsidTr="00923D7D">
        <w:tc>
          <w:tcPr>
            <w:tcW w:w="9639" w:type="dxa"/>
          </w:tcPr>
          <w:p w14:paraId="2D6D6DF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0180BA2" w14:textId="77777777" w:rsidTr="00923D7D">
        <w:tc>
          <w:tcPr>
            <w:tcW w:w="9639" w:type="dxa"/>
          </w:tcPr>
          <w:p w14:paraId="2164B8F3" w14:textId="77777777" w:rsidR="0085747A" w:rsidRPr="009C54AE" w:rsidRDefault="00B207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58319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63C67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BC24B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DA4003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1AD6855D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2C70532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81F22C9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D8647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7C26BC" w14:textId="77777777" w:rsidR="004575B5" w:rsidRPr="00EE3423" w:rsidRDefault="004575B5" w:rsidP="004575B5">
      <w:pPr>
        <w:spacing w:after="0" w:line="240" w:lineRule="auto"/>
        <w:ind w:left="34"/>
        <w:contextualSpacing/>
        <w:jc w:val="both"/>
        <w:rPr>
          <w:rFonts w:ascii="Corbel" w:hAnsi="Corbel"/>
        </w:rPr>
      </w:pPr>
      <w:r w:rsidRPr="00EE3423">
        <w:rPr>
          <w:rFonts w:ascii="Corbel" w:hAnsi="Corbel"/>
        </w:rPr>
        <w:t>Wykład z wykorzystaniem prezentacji multimedialnych. Elementy dyskusji moderowanej. Krytyczna analiza sytuacji negocjacyjnych.</w:t>
      </w:r>
    </w:p>
    <w:p w14:paraId="6CE6CFF0" w14:textId="77777777" w:rsidR="00B207D7" w:rsidRDefault="00B207D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C41BA0" w14:textId="77777777" w:rsidR="00B207D7" w:rsidRDefault="00B207D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64C9A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097ECC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622B4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2274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3469A63" w14:textId="77777777" w:rsidTr="00C05F44">
        <w:tc>
          <w:tcPr>
            <w:tcW w:w="1985" w:type="dxa"/>
            <w:vAlign w:val="center"/>
          </w:tcPr>
          <w:p w14:paraId="18ED25F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CD5EAC3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159C34F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4A9112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03865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75B5" w:rsidRPr="009C54AE" w14:paraId="3B136730" w14:textId="77777777" w:rsidTr="00C05F44">
        <w:tc>
          <w:tcPr>
            <w:tcW w:w="1985" w:type="dxa"/>
          </w:tcPr>
          <w:p w14:paraId="769DCAC9" w14:textId="77777777" w:rsidR="004575B5" w:rsidRPr="00EE3423" w:rsidRDefault="004575B5" w:rsidP="00457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342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E7986EB" w14:textId="77777777" w:rsidR="004575B5" w:rsidRPr="004575B5" w:rsidRDefault="004575B5" w:rsidP="004575B5">
            <w:pPr>
              <w:spacing w:after="0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575B5">
              <w:rPr>
                <w:rFonts w:ascii="Corbel" w:hAnsi="Corbel"/>
                <w:smallCaps/>
                <w:sz w:val="24"/>
                <w:szCs w:val="24"/>
              </w:rPr>
              <w:t>opracowanie eseju</w:t>
            </w:r>
          </w:p>
        </w:tc>
        <w:tc>
          <w:tcPr>
            <w:tcW w:w="2126" w:type="dxa"/>
          </w:tcPr>
          <w:p w14:paraId="3739AFA0" w14:textId="77777777" w:rsidR="004575B5" w:rsidRPr="004575B5" w:rsidRDefault="004575B5" w:rsidP="004575B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575B5">
              <w:rPr>
                <w:rFonts w:ascii="Corbel" w:hAnsi="Corbel"/>
                <w:smallCaps/>
                <w:sz w:val="24"/>
                <w:szCs w:val="24"/>
              </w:rPr>
              <w:t>wykład</w:t>
            </w:r>
          </w:p>
        </w:tc>
      </w:tr>
      <w:tr w:rsidR="004575B5" w:rsidRPr="009C54AE" w14:paraId="3FDB4588" w14:textId="77777777" w:rsidTr="00C05F44">
        <w:tc>
          <w:tcPr>
            <w:tcW w:w="1985" w:type="dxa"/>
          </w:tcPr>
          <w:p w14:paraId="726A8303" w14:textId="77777777" w:rsidR="004575B5" w:rsidRPr="00EE3423" w:rsidRDefault="004575B5" w:rsidP="00457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342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B30FD7A" w14:textId="77777777" w:rsidR="004575B5" w:rsidRPr="004575B5" w:rsidRDefault="004575B5" w:rsidP="004575B5">
            <w:pPr>
              <w:spacing w:after="0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575B5">
              <w:rPr>
                <w:rFonts w:ascii="Corbel" w:hAnsi="Corbel"/>
                <w:smallCaps/>
                <w:sz w:val="24"/>
                <w:szCs w:val="24"/>
              </w:rPr>
              <w:t>opracowanie eseju</w:t>
            </w:r>
          </w:p>
        </w:tc>
        <w:tc>
          <w:tcPr>
            <w:tcW w:w="2126" w:type="dxa"/>
          </w:tcPr>
          <w:p w14:paraId="21792709" w14:textId="77777777" w:rsidR="004575B5" w:rsidRPr="004575B5" w:rsidRDefault="004575B5" w:rsidP="004575B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575B5">
              <w:rPr>
                <w:rFonts w:ascii="Corbel" w:hAnsi="Corbel"/>
                <w:smallCaps/>
                <w:sz w:val="24"/>
                <w:szCs w:val="24"/>
              </w:rPr>
              <w:t>wykład</w:t>
            </w:r>
          </w:p>
        </w:tc>
      </w:tr>
      <w:tr w:rsidR="004575B5" w:rsidRPr="009C54AE" w14:paraId="78B57686" w14:textId="77777777" w:rsidTr="00C05F44">
        <w:tc>
          <w:tcPr>
            <w:tcW w:w="1985" w:type="dxa"/>
          </w:tcPr>
          <w:p w14:paraId="5A075443" w14:textId="77777777" w:rsidR="004575B5" w:rsidRPr="00EE3423" w:rsidRDefault="004575B5" w:rsidP="00457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3423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63870B8" w14:textId="77777777" w:rsidR="004575B5" w:rsidRPr="004575B5" w:rsidRDefault="004575B5" w:rsidP="004575B5">
            <w:pPr>
              <w:spacing w:after="0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575B5">
              <w:rPr>
                <w:rFonts w:ascii="Corbel" w:hAnsi="Corbel"/>
                <w:smallCaps/>
                <w:sz w:val="24"/>
                <w:szCs w:val="24"/>
              </w:rPr>
              <w:t>opracowanie eseju</w:t>
            </w:r>
          </w:p>
        </w:tc>
        <w:tc>
          <w:tcPr>
            <w:tcW w:w="2126" w:type="dxa"/>
          </w:tcPr>
          <w:p w14:paraId="1E492FA4" w14:textId="77777777" w:rsidR="004575B5" w:rsidRPr="004575B5" w:rsidRDefault="004575B5" w:rsidP="004575B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575B5">
              <w:rPr>
                <w:rFonts w:ascii="Corbel" w:hAnsi="Corbel"/>
                <w:smallCaps/>
                <w:sz w:val="24"/>
                <w:szCs w:val="24"/>
              </w:rPr>
              <w:t>wykład</w:t>
            </w:r>
          </w:p>
        </w:tc>
      </w:tr>
      <w:tr w:rsidR="004575B5" w:rsidRPr="009C54AE" w14:paraId="6FAAFA20" w14:textId="77777777" w:rsidTr="00C05F44">
        <w:tc>
          <w:tcPr>
            <w:tcW w:w="1985" w:type="dxa"/>
          </w:tcPr>
          <w:p w14:paraId="6490EB9D" w14:textId="77777777" w:rsidR="004575B5" w:rsidRPr="00EE3423" w:rsidRDefault="004575B5" w:rsidP="00457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342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26ABC678" w14:textId="77777777" w:rsidR="004575B5" w:rsidRPr="004575B5" w:rsidRDefault="004575B5" w:rsidP="004575B5">
            <w:pPr>
              <w:spacing w:after="0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575B5">
              <w:rPr>
                <w:rFonts w:ascii="Corbel" w:hAnsi="Corbel"/>
                <w:smallCaps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26E9BAAB" w14:textId="77777777" w:rsidR="004575B5" w:rsidRPr="004575B5" w:rsidRDefault="004575B5" w:rsidP="004575B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575B5">
              <w:rPr>
                <w:rFonts w:ascii="Corbel" w:hAnsi="Corbel"/>
                <w:smallCaps/>
                <w:sz w:val="24"/>
                <w:szCs w:val="24"/>
              </w:rPr>
              <w:t>wykład</w:t>
            </w:r>
          </w:p>
        </w:tc>
      </w:tr>
    </w:tbl>
    <w:p w14:paraId="0D4A8CD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091D0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8AC172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0D076EA" w14:textId="77777777" w:rsidTr="00923D7D">
        <w:tc>
          <w:tcPr>
            <w:tcW w:w="9670" w:type="dxa"/>
          </w:tcPr>
          <w:p w14:paraId="7D00D2B6" w14:textId="77777777" w:rsidR="004575B5" w:rsidRPr="00EE3423" w:rsidRDefault="004575B5" w:rsidP="004575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3423">
              <w:rPr>
                <w:rFonts w:ascii="Corbel" w:hAnsi="Corbel"/>
                <w:b w:val="0"/>
                <w:smallCaps w:val="0"/>
                <w:szCs w:val="24"/>
              </w:rPr>
              <w:t>Podstawą zaliczenia przedmiot jest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uczestnictwo w zajęciach oraz</w:t>
            </w:r>
            <w:r w:rsidRPr="00EE3423">
              <w:rPr>
                <w:rFonts w:ascii="Corbel" w:hAnsi="Corbel"/>
                <w:b w:val="0"/>
                <w:smallCaps w:val="0"/>
                <w:szCs w:val="24"/>
              </w:rPr>
              <w:t xml:space="preserve"> opracowanie eseju.</w:t>
            </w:r>
          </w:p>
          <w:p w14:paraId="23A089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86EE0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B0F54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BD67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B5980ED" w14:textId="77777777" w:rsidTr="003E1941">
        <w:tc>
          <w:tcPr>
            <w:tcW w:w="4962" w:type="dxa"/>
            <w:vAlign w:val="center"/>
          </w:tcPr>
          <w:p w14:paraId="5033A0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A1F5A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575B5" w:rsidRPr="009C54AE" w14:paraId="62025DC6" w14:textId="77777777" w:rsidTr="00923D7D">
        <w:tc>
          <w:tcPr>
            <w:tcW w:w="4962" w:type="dxa"/>
          </w:tcPr>
          <w:p w14:paraId="43B3D099" w14:textId="77777777" w:rsidR="004575B5" w:rsidRPr="00EE3423" w:rsidRDefault="004575B5" w:rsidP="008B1F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3423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645668E1" w14:textId="77777777" w:rsidR="004575B5" w:rsidRPr="009C54AE" w:rsidRDefault="004575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575B5" w:rsidRPr="009C54AE" w14:paraId="65F91930" w14:textId="77777777" w:rsidTr="00923D7D">
        <w:tc>
          <w:tcPr>
            <w:tcW w:w="4962" w:type="dxa"/>
          </w:tcPr>
          <w:p w14:paraId="0FD44D33" w14:textId="77777777" w:rsidR="004575B5" w:rsidRPr="00EE3423" w:rsidRDefault="004575B5" w:rsidP="008B1F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342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EA24FF4" w14:textId="77777777" w:rsidR="004575B5" w:rsidRPr="00EE3423" w:rsidRDefault="004575B5" w:rsidP="008B1F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3423">
              <w:rPr>
                <w:rFonts w:ascii="Corbel" w:hAnsi="Corbel"/>
                <w:sz w:val="24"/>
                <w:szCs w:val="24"/>
              </w:rPr>
              <w:lastRenderedPageBreak/>
              <w:t>(udział w konsultacjach)</w:t>
            </w:r>
          </w:p>
        </w:tc>
        <w:tc>
          <w:tcPr>
            <w:tcW w:w="4677" w:type="dxa"/>
          </w:tcPr>
          <w:p w14:paraId="13E226D9" w14:textId="77777777" w:rsidR="004575B5" w:rsidRPr="009C54AE" w:rsidRDefault="004575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</w:t>
            </w:r>
          </w:p>
        </w:tc>
      </w:tr>
      <w:tr w:rsidR="004575B5" w:rsidRPr="009C54AE" w14:paraId="71E03F2E" w14:textId="77777777" w:rsidTr="00923D7D">
        <w:tc>
          <w:tcPr>
            <w:tcW w:w="4962" w:type="dxa"/>
          </w:tcPr>
          <w:p w14:paraId="204835C8" w14:textId="77777777" w:rsidR="004575B5" w:rsidRPr="00EE3423" w:rsidRDefault="004575B5" w:rsidP="008B1F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342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D44105A" w14:textId="77777777" w:rsidR="004575B5" w:rsidRPr="00EE3423" w:rsidRDefault="004575B5" w:rsidP="008B1F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3423">
              <w:rPr>
                <w:rFonts w:ascii="Corbel" w:hAnsi="Corbel"/>
                <w:sz w:val="24"/>
                <w:szCs w:val="24"/>
              </w:rPr>
              <w:t>(przygotowanie do zajęć, napisanie eseju, studia literatury itp.)</w:t>
            </w:r>
          </w:p>
        </w:tc>
        <w:tc>
          <w:tcPr>
            <w:tcW w:w="4677" w:type="dxa"/>
          </w:tcPr>
          <w:p w14:paraId="0734063E" w14:textId="77777777" w:rsidR="004575B5" w:rsidRPr="009C54AE" w:rsidRDefault="004575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85747A" w:rsidRPr="009C54AE" w14:paraId="42440B40" w14:textId="77777777" w:rsidTr="00923D7D">
        <w:tc>
          <w:tcPr>
            <w:tcW w:w="4962" w:type="dxa"/>
          </w:tcPr>
          <w:p w14:paraId="42E4AC9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9BCFD08" w14:textId="77777777" w:rsidR="0085747A" w:rsidRPr="009C54AE" w:rsidRDefault="004575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C792A86" w14:textId="77777777" w:rsidTr="00923D7D">
        <w:tc>
          <w:tcPr>
            <w:tcW w:w="4962" w:type="dxa"/>
          </w:tcPr>
          <w:p w14:paraId="47706CF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103976" w14:textId="77777777" w:rsidR="0085747A" w:rsidRPr="009C54AE" w:rsidRDefault="004575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F613B8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035BD2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A5640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BFBD7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9C54AE" w14:paraId="092D8920" w14:textId="77777777" w:rsidTr="004575B5">
        <w:trPr>
          <w:trHeight w:val="397"/>
        </w:trPr>
        <w:tc>
          <w:tcPr>
            <w:tcW w:w="3544" w:type="dxa"/>
          </w:tcPr>
          <w:p w14:paraId="478D23D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CA3F653" w14:textId="77777777" w:rsidR="0085747A" w:rsidRPr="009C54AE" w:rsidRDefault="00457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ED8E006" w14:textId="77777777" w:rsidTr="004575B5">
        <w:trPr>
          <w:trHeight w:val="397"/>
        </w:trPr>
        <w:tc>
          <w:tcPr>
            <w:tcW w:w="3544" w:type="dxa"/>
          </w:tcPr>
          <w:p w14:paraId="32F242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2E38E5A" w14:textId="77777777" w:rsidR="0085747A" w:rsidRPr="009C54AE" w:rsidRDefault="00457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1170B0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0F55B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357906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575B5" w:rsidRPr="009C54AE" w14:paraId="31000D7D" w14:textId="77777777" w:rsidTr="004575B5">
        <w:trPr>
          <w:trHeight w:val="397"/>
        </w:trPr>
        <w:tc>
          <w:tcPr>
            <w:tcW w:w="9072" w:type="dxa"/>
          </w:tcPr>
          <w:p w14:paraId="114C0AED" w14:textId="77777777" w:rsidR="004575B5" w:rsidRPr="00EE3423" w:rsidRDefault="004575B5" w:rsidP="008B1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342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D4BE676" w14:textId="77777777" w:rsidR="004575B5" w:rsidRPr="00EE3423" w:rsidRDefault="004575B5" w:rsidP="008B1F0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3423">
              <w:rPr>
                <w:rFonts w:ascii="Corbel" w:hAnsi="Corbel"/>
                <w:b w:val="0"/>
                <w:smallCaps w:val="0"/>
                <w:szCs w:val="24"/>
              </w:rPr>
              <w:t>1. Nęcki Z., Negocjacje w biznesie, Antykwa, Warszawa 2000</w:t>
            </w:r>
          </w:p>
          <w:p w14:paraId="53D517D4" w14:textId="77777777" w:rsidR="004575B5" w:rsidRPr="00EE3423" w:rsidRDefault="004575B5" w:rsidP="008B1F05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EE3423">
              <w:rPr>
                <w:rFonts w:ascii="Corbel" w:hAnsi="Corbel"/>
                <w:b w:val="0"/>
                <w:smallCaps w:val="0"/>
                <w:szCs w:val="24"/>
              </w:rPr>
              <w:t>2. Rosa G., Komunikacja i negocjacje w biznesie, Wydawnictwo Naukowe USz, Szczecin 2009</w:t>
            </w:r>
          </w:p>
        </w:tc>
      </w:tr>
      <w:tr w:rsidR="004575B5" w:rsidRPr="009C54AE" w14:paraId="1852D22C" w14:textId="77777777" w:rsidTr="004575B5">
        <w:trPr>
          <w:trHeight w:val="397"/>
        </w:trPr>
        <w:tc>
          <w:tcPr>
            <w:tcW w:w="9072" w:type="dxa"/>
          </w:tcPr>
          <w:p w14:paraId="6A123658" w14:textId="77777777" w:rsidR="004575B5" w:rsidRPr="00EE3423" w:rsidRDefault="004575B5" w:rsidP="008B1F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342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7BBC82D" w14:textId="77777777" w:rsidR="004575B5" w:rsidRPr="00EE3423" w:rsidRDefault="004575B5" w:rsidP="008B1F05">
            <w:pPr>
              <w:pStyle w:val="Punktygwne"/>
              <w:spacing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EE3423">
              <w:rPr>
                <w:rFonts w:ascii="Corbel" w:hAnsi="Corbel"/>
                <w:b w:val="0"/>
                <w:smallCaps w:val="0"/>
                <w:szCs w:val="24"/>
              </w:rPr>
              <w:t>1. Watkins M., Sztuka negocjacji w biznesie. Innowacyjne podejścia prowadzące do przełomu, One Press, Gliwice 2005</w:t>
            </w:r>
          </w:p>
          <w:p w14:paraId="59FB4A00" w14:textId="77777777" w:rsidR="004575B5" w:rsidRPr="00EE3423" w:rsidRDefault="004575B5" w:rsidP="008B1F05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EE3423">
              <w:rPr>
                <w:rFonts w:ascii="Corbel" w:hAnsi="Corbel"/>
                <w:b w:val="0"/>
                <w:smallCaps w:val="0"/>
                <w:szCs w:val="24"/>
              </w:rPr>
              <w:t>2. Fisher R., Ury W., Patton B., Dochodząc do tak. Negocjowanie bez   poddawania się, PWE, Warszawa 2007</w:t>
            </w:r>
          </w:p>
        </w:tc>
      </w:tr>
    </w:tbl>
    <w:p w14:paraId="3C5592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D807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953B3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DAB80" w14:textId="77777777" w:rsidR="00CB10B5" w:rsidRDefault="00CB10B5" w:rsidP="00C16ABF">
      <w:pPr>
        <w:spacing w:after="0" w:line="240" w:lineRule="auto"/>
      </w:pPr>
      <w:r>
        <w:separator/>
      </w:r>
    </w:p>
  </w:endnote>
  <w:endnote w:type="continuationSeparator" w:id="0">
    <w:p w14:paraId="09AA8E0A" w14:textId="77777777" w:rsidR="00CB10B5" w:rsidRDefault="00CB10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DEF90" w14:textId="77777777" w:rsidR="00CB10B5" w:rsidRDefault="00CB10B5" w:rsidP="00C16ABF">
      <w:pPr>
        <w:spacing w:after="0" w:line="240" w:lineRule="auto"/>
      </w:pPr>
      <w:r>
        <w:separator/>
      </w:r>
    </w:p>
  </w:footnote>
  <w:footnote w:type="continuationSeparator" w:id="0">
    <w:p w14:paraId="07DC7881" w14:textId="77777777" w:rsidR="00CB10B5" w:rsidRDefault="00CB10B5" w:rsidP="00C16ABF">
      <w:pPr>
        <w:spacing w:after="0" w:line="240" w:lineRule="auto"/>
      </w:pPr>
      <w:r>
        <w:continuationSeparator/>
      </w:r>
    </w:p>
  </w:footnote>
  <w:footnote w:id="1">
    <w:p w14:paraId="2A35B15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2884839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99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B9B"/>
    <w:rsid w:val="00042A51"/>
    <w:rsid w:val="00042D2E"/>
    <w:rsid w:val="00044C82"/>
    <w:rsid w:val="00063EC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DFD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45C1"/>
    <w:rsid w:val="001A70D2"/>
    <w:rsid w:val="001D657B"/>
    <w:rsid w:val="001D7B54"/>
    <w:rsid w:val="001E0209"/>
    <w:rsid w:val="001F2CA2"/>
    <w:rsid w:val="001F3F1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2EB"/>
    <w:rsid w:val="003151C5"/>
    <w:rsid w:val="003343CF"/>
    <w:rsid w:val="00346FE9"/>
    <w:rsid w:val="0034759A"/>
    <w:rsid w:val="003503F6"/>
    <w:rsid w:val="003530DD"/>
    <w:rsid w:val="00363F78"/>
    <w:rsid w:val="003865D4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4777"/>
    <w:rsid w:val="00414E3C"/>
    <w:rsid w:val="00416D85"/>
    <w:rsid w:val="0042244A"/>
    <w:rsid w:val="0042745A"/>
    <w:rsid w:val="00431D5C"/>
    <w:rsid w:val="004362C6"/>
    <w:rsid w:val="00437FA2"/>
    <w:rsid w:val="00445970"/>
    <w:rsid w:val="0045729E"/>
    <w:rsid w:val="004575B5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56AE"/>
    <w:rsid w:val="004F1551"/>
    <w:rsid w:val="004F1722"/>
    <w:rsid w:val="004F55A3"/>
    <w:rsid w:val="0050496F"/>
    <w:rsid w:val="00513B6F"/>
    <w:rsid w:val="00517C63"/>
    <w:rsid w:val="005363C4"/>
    <w:rsid w:val="00536BDE"/>
    <w:rsid w:val="00543ACC"/>
    <w:rsid w:val="005520C6"/>
    <w:rsid w:val="0056696D"/>
    <w:rsid w:val="00581BDE"/>
    <w:rsid w:val="0059484D"/>
    <w:rsid w:val="005A0855"/>
    <w:rsid w:val="005A3196"/>
    <w:rsid w:val="005C080F"/>
    <w:rsid w:val="005C55E5"/>
    <w:rsid w:val="005C696A"/>
    <w:rsid w:val="005E6E85"/>
    <w:rsid w:val="005F31D2"/>
    <w:rsid w:val="006018D3"/>
    <w:rsid w:val="0061029B"/>
    <w:rsid w:val="00617230"/>
    <w:rsid w:val="00620CF8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73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719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216"/>
    <w:rsid w:val="009508DF"/>
    <w:rsid w:val="00950DAC"/>
    <w:rsid w:val="00954A07"/>
    <w:rsid w:val="00997F14"/>
    <w:rsid w:val="009A3AEC"/>
    <w:rsid w:val="009A78D9"/>
    <w:rsid w:val="009C1331"/>
    <w:rsid w:val="009C3E31"/>
    <w:rsid w:val="009C54AE"/>
    <w:rsid w:val="009C788E"/>
    <w:rsid w:val="009E3B41"/>
    <w:rsid w:val="009F2324"/>
    <w:rsid w:val="009F3C5C"/>
    <w:rsid w:val="009F4610"/>
    <w:rsid w:val="00A00ECC"/>
    <w:rsid w:val="00A03EC8"/>
    <w:rsid w:val="00A0607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3C4"/>
    <w:rsid w:val="00AD27D3"/>
    <w:rsid w:val="00AD66D6"/>
    <w:rsid w:val="00AE1160"/>
    <w:rsid w:val="00AE203C"/>
    <w:rsid w:val="00AE2E74"/>
    <w:rsid w:val="00AE3F9B"/>
    <w:rsid w:val="00AE5FCB"/>
    <w:rsid w:val="00AF2C1E"/>
    <w:rsid w:val="00B06142"/>
    <w:rsid w:val="00B135B1"/>
    <w:rsid w:val="00B207D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5268"/>
    <w:rsid w:val="00BB520A"/>
    <w:rsid w:val="00BC5D7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B0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10B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417D"/>
    <w:rsid w:val="00D8678B"/>
    <w:rsid w:val="00DA2114"/>
    <w:rsid w:val="00DE09C0"/>
    <w:rsid w:val="00DE4A14"/>
    <w:rsid w:val="00DF04BC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38B1"/>
    <w:rsid w:val="00E960BB"/>
    <w:rsid w:val="00E97935"/>
    <w:rsid w:val="00EA2074"/>
    <w:rsid w:val="00EA4832"/>
    <w:rsid w:val="00EA4E9D"/>
    <w:rsid w:val="00EC21E2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007FF"/>
  <w15:docId w15:val="{5E805A3A-405C-4200-B76F-A2BDC7DDD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E5659-71CD-430D-85F8-ED646DA9D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4</TotalTime>
  <Pages>4</Pages>
  <Words>907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Piotr Cyrek</cp:lastModifiedBy>
  <cp:revision>3</cp:revision>
  <cp:lastPrinted>2021-03-22T07:44:00Z</cp:lastPrinted>
  <dcterms:created xsi:type="dcterms:W3CDTF">2025-08-27T08:13:00Z</dcterms:created>
  <dcterms:modified xsi:type="dcterms:W3CDTF">2025-08-27T08:14:00Z</dcterms:modified>
</cp:coreProperties>
</file>